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BB" w:rsidRDefault="003218B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sz w:val="32"/>
          <w:szCs w:val="32"/>
          <w:lang w:eastAsia="it-IT"/>
        </w:rPr>
        <w:drawing>
          <wp:inline distT="0" distB="0" distL="0" distR="0" wp14:anchorId="2805209F" wp14:editId="67C1309A">
            <wp:extent cx="666750" cy="6667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8BB" w:rsidRPr="003218BB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 w:rsidRPr="003218BB">
        <w:rPr>
          <w:rFonts w:ascii="English111 Adagio BT" w:hAnsi="English111 Adagio BT"/>
          <w:i/>
          <w:sz w:val="36"/>
          <w:szCs w:val="36"/>
        </w:rPr>
        <w:t>Ministero dell’Istruzione, dell’Università e della Ricerca</w:t>
      </w:r>
    </w:p>
    <w:p w:rsidR="003218BB" w:rsidRPr="003218BB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24"/>
          <w:szCs w:val="24"/>
        </w:rPr>
      </w:pPr>
      <w:r w:rsidRPr="003218BB">
        <w:rPr>
          <w:rFonts w:ascii="English111 Adagio BT" w:hAnsi="English111 Adagio BT"/>
          <w:i/>
          <w:sz w:val="24"/>
          <w:szCs w:val="24"/>
        </w:rPr>
        <w:t>Dipartimento per il sistema educativo di istruzione e formazione</w:t>
      </w:r>
    </w:p>
    <w:p w:rsidR="003218BB" w:rsidRPr="009E674E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 w:rsidRPr="003218BB">
        <w:rPr>
          <w:rFonts w:ascii="English111 Adagio BT" w:hAnsi="English111 Adagio BT" w:cs="Arial"/>
          <w:i/>
          <w:sz w:val="24"/>
          <w:szCs w:val="24"/>
        </w:rPr>
        <w:t>Direzione generale per gli ordinamenti scolastici e la valutazione del sistema nazionale di istruzione</w:t>
      </w:r>
    </w:p>
    <w:p w:rsidR="000A5B19" w:rsidRDefault="000A5B19" w:rsidP="000A5B19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0A5B19" w:rsidRPr="000A5B19" w:rsidRDefault="003E583B" w:rsidP="000A5B19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0A5B19">
        <w:rPr>
          <w:b/>
          <w:sz w:val="24"/>
          <w:szCs w:val="24"/>
          <w:u w:val="single"/>
        </w:rPr>
        <w:t xml:space="preserve">CPIA </w:t>
      </w:r>
      <w:proofErr w:type="spellStart"/>
      <w:r w:rsidR="007630CC" w:rsidRPr="000A5B19">
        <w:rPr>
          <w:b/>
          <w:sz w:val="24"/>
          <w:szCs w:val="24"/>
          <w:u w:val="single"/>
        </w:rPr>
        <w:t>a.s.</w:t>
      </w:r>
      <w:proofErr w:type="spellEnd"/>
      <w:r w:rsidR="007630CC" w:rsidRPr="000A5B19">
        <w:rPr>
          <w:b/>
          <w:sz w:val="24"/>
          <w:szCs w:val="24"/>
          <w:u w:val="single"/>
        </w:rPr>
        <w:t xml:space="preserve"> 201</w:t>
      </w:r>
      <w:r w:rsidR="00380E76" w:rsidRPr="000A5B19">
        <w:rPr>
          <w:b/>
          <w:sz w:val="24"/>
          <w:szCs w:val="24"/>
          <w:u w:val="single"/>
        </w:rPr>
        <w:t>6</w:t>
      </w:r>
      <w:r w:rsidR="007630CC" w:rsidRPr="000A5B19">
        <w:rPr>
          <w:b/>
          <w:sz w:val="24"/>
          <w:szCs w:val="24"/>
          <w:u w:val="single"/>
        </w:rPr>
        <w:t>-201</w:t>
      </w:r>
      <w:r w:rsidR="00380E76" w:rsidRPr="000A5B19">
        <w:rPr>
          <w:b/>
          <w:sz w:val="24"/>
          <w:szCs w:val="24"/>
          <w:u w:val="single"/>
        </w:rPr>
        <w:t>7</w:t>
      </w:r>
      <w:r w:rsidR="000A5B19" w:rsidRPr="000A5B19">
        <w:rPr>
          <w:b/>
          <w:sz w:val="24"/>
          <w:szCs w:val="24"/>
          <w:u w:val="single"/>
        </w:rPr>
        <w:t xml:space="preserve">: </w:t>
      </w:r>
      <w:r w:rsidRPr="000A5B19">
        <w:rPr>
          <w:b/>
          <w:sz w:val="24"/>
          <w:szCs w:val="24"/>
          <w:u w:val="single"/>
        </w:rPr>
        <w:t>SCHEDA DI RILEVAZIONE</w:t>
      </w:r>
      <w:r w:rsidR="000A5B19" w:rsidRPr="000A5B19">
        <w:rPr>
          <w:b/>
          <w:sz w:val="24"/>
          <w:szCs w:val="24"/>
          <w:u w:val="single"/>
        </w:rPr>
        <w:t xml:space="preserve"> Nota n</w:t>
      </w:r>
      <w:r w:rsidR="002D1A24">
        <w:rPr>
          <w:b/>
          <w:sz w:val="24"/>
          <w:szCs w:val="24"/>
          <w:u w:val="single"/>
        </w:rPr>
        <w:t xml:space="preserve"> 12072 </w:t>
      </w:r>
      <w:r w:rsidR="000A5B19" w:rsidRPr="000A5B19">
        <w:rPr>
          <w:b/>
          <w:sz w:val="24"/>
          <w:szCs w:val="24"/>
          <w:u w:val="single"/>
        </w:rPr>
        <w:t xml:space="preserve">del </w:t>
      </w:r>
      <w:r w:rsidR="002D1A24">
        <w:rPr>
          <w:b/>
          <w:sz w:val="24"/>
          <w:szCs w:val="24"/>
          <w:u w:val="single"/>
        </w:rPr>
        <w:t>3.11.2016</w:t>
      </w:r>
    </w:p>
    <w:p w:rsidR="001E7847" w:rsidRDefault="00A33DE2" w:rsidP="00A33DE2">
      <w:pPr>
        <w:spacing w:after="0" w:line="240" w:lineRule="auto"/>
        <w:rPr>
          <w:b/>
          <w:sz w:val="20"/>
          <w:szCs w:val="20"/>
        </w:rPr>
      </w:pPr>
      <w:r w:rsidRPr="00A33DE2">
        <w:rPr>
          <w:b/>
          <w:sz w:val="20"/>
          <w:szCs w:val="20"/>
        </w:rPr>
        <w:t>Sezione 1</w:t>
      </w:r>
    </w:p>
    <w:tbl>
      <w:tblPr>
        <w:tblW w:w="1493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2053"/>
        <w:gridCol w:w="1418"/>
        <w:gridCol w:w="3206"/>
        <w:gridCol w:w="1613"/>
        <w:gridCol w:w="2127"/>
        <w:gridCol w:w="1417"/>
        <w:gridCol w:w="1738"/>
      </w:tblGrid>
      <w:tr w:rsidR="00C17FE3" w:rsidRPr="000A5B19" w:rsidTr="00C17FE3">
        <w:trPr>
          <w:trHeight w:val="304"/>
        </w:trPr>
        <w:tc>
          <w:tcPr>
            <w:tcW w:w="14936" w:type="dxa"/>
            <w:gridSpan w:val="8"/>
            <w:shd w:val="clear" w:color="auto" w:fill="auto"/>
            <w:noWrap/>
            <w:vAlign w:val="bottom"/>
            <w:hideMark/>
          </w:tcPr>
          <w:p w:rsidR="001E7847" w:rsidRPr="000A5B19" w:rsidRDefault="000A5B19" w:rsidP="000A5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val="en-US" w:eastAsia="it-IT"/>
              </w:rPr>
            </w:pPr>
            <w:r w:rsidRPr="002D1A24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 xml:space="preserve">C.P.I.A. </w:t>
            </w:r>
            <w:r w:rsidR="002D1A24" w:rsidRPr="002D1A24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ACCORDI (</w:t>
            </w:r>
            <w:proofErr w:type="spellStart"/>
            <w:r w:rsidR="00F63402" w:rsidRPr="002D1A24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Lett</w:t>
            </w:r>
            <w:proofErr w:type="spellEnd"/>
            <w:r w:rsidR="00F63402" w:rsidRPr="002D1A24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 xml:space="preserve">. </w:t>
            </w:r>
            <w:r w:rsidR="00F63402" w:rsidRPr="000A5B19">
              <w:rPr>
                <w:rFonts w:ascii="Calibri" w:eastAsia="Times New Roman" w:hAnsi="Calibri" w:cs="Times New Roman"/>
                <w:b/>
                <w:sz w:val="24"/>
                <w:szCs w:val="24"/>
                <w:lang w:val="en-US" w:eastAsia="it-IT"/>
              </w:rPr>
              <w:t>A n. 1, 2, 3, 4</w:t>
            </w:r>
            <w:r w:rsidR="002D1A24">
              <w:rPr>
                <w:rFonts w:ascii="Calibri" w:eastAsia="Times New Roman" w:hAnsi="Calibri" w:cs="Times New Roman"/>
                <w:b/>
                <w:sz w:val="24"/>
                <w:szCs w:val="24"/>
                <w:lang w:val="en-US" w:eastAsia="it-IT"/>
              </w:rPr>
              <w:t>)</w:t>
            </w:r>
          </w:p>
        </w:tc>
      </w:tr>
      <w:tr w:rsidR="00C17FE3" w:rsidRPr="00C17FE3" w:rsidTr="000A0A9A">
        <w:trPr>
          <w:trHeight w:val="389"/>
        </w:trPr>
        <w:tc>
          <w:tcPr>
            <w:tcW w:w="3417" w:type="dxa"/>
            <w:gridSpan w:val="2"/>
            <w:shd w:val="clear" w:color="auto" w:fill="auto"/>
            <w:noWrap/>
            <w:vAlign w:val="bottom"/>
            <w:hideMark/>
          </w:tcPr>
          <w:p w:rsidR="00791E79" w:rsidRDefault="002D1A24" w:rsidP="00791E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ACCORDO</w:t>
            </w:r>
            <w:r w:rsidR="00EC74C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lang w:eastAsia="it-IT"/>
              </w:rPr>
              <w:t>1</w:t>
            </w:r>
            <w:r w:rsidR="00791E79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791E79" w:rsidRPr="00C17FE3" w:rsidRDefault="00791E79" w:rsidP="00791E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(UTILIZZO EDIFICI SCOLASTICI)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4624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A33DE2" w:rsidRPr="00C17FE3" w:rsidRDefault="002D1A24" w:rsidP="00D331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ACCORD</w:t>
            </w:r>
            <w:r w:rsidR="00F63402">
              <w:rPr>
                <w:rFonts w:ascii="Calibri" w:eastAsia="Times New Roman" w:hAnsi="Calibri" w:cs="Times New Roman"/>
                <w:b/>
                <w:lang w:eastAsia="it-IT"/>
              </w:rPr>
              <w:t>O 2</w:t>
            </w: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 (UNITA’ DIDATTICA)</w:t>
            </w:r>
          </w:p>
          <w:p w:rsidR="00A33DE2" w:rsidRPr="00C17FE3" w:rsidRDefault="00A33DE2" w:rsidP="00D331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3740" w:type="dxa"/>
            <w:gridSpan w:val="2"/>
            <w:shd w:val="clear" w:color="auto" w:fill="auto"/>
            <w:noWrap/>
            <w:vAlign w:val="bottom"/>
            <w:hideMark/>
          </w:tcPr>
          <w:p w:rsidR="00A33DE2" w:rsidRPr="00C17FE3" w:rsidRDefault="002D1A24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ACCORD</w:t>
            </w:r>
            <w:r w:rsidR="00F63402">
              <w:rPr>
                <w:rFonts w:ascii="Calibri" w:eastAsia="Times New Roman" w:hAnsi="Calibri" w:cs="Times New Roman"/>
                <w:b/>
                <w:lang w:eastAsia="it-IT"/>
              </w:rPr>
              <w:t>O 3</w:t>
            </w: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 (UNITA’ FORMATIVA)</w:t>
            </w:r>
          </w:p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315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DE2" w:rsidRPr="00C17FE3" w:rsidRDefault="002D1A24" w:rsidP="00A33D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ACCORD</w:t>
            </w:r>
            <w:r w:rsidR="00F63402">
              <w:rPr>
                <w:rFonts w:ascii="Calibri" w:eastAsia="Times New Roman" w:hAnsi="Calibri" w:cs="Times New Roman"/>
                <w:b/>
                <w:lang w:eastAsia="it-IT"/>
              </w:rPr>
              <w:t>O 4</w:t>
            </w:r>
          </w:p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0A5B19" w:rsidRPr="00F63402" w:rsidTr="000A0A9A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0A5B19" w:rsidRPr="00F63402" w:rsidRDefault="000A0A9A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SI - </w:t>
            </w:r>
            <w:r w:rsidR="000A5B19" w:rsidRPr="00F63402">
              <w:rPr>
                <w:rFonts w:ascii="Calibri" w:eastAsia="Times New Roman" w:hAnsi="Calibri" w:cs="Times New Roman"/>
                <w:b/>
                <w:lang w:eastAsia="it-IT"/>
              </w:rPr>
              <w:t xml:space="preserve">NO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0A5B19" w:rsidRPr="00F63402" w:rsidRDefault="002D1A24" w:rsidP="00F634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eastAsia="it-IT"/>
              </w:rPr>
              <w:t>Prot</w:t>
            </w:r>
            <w:proofErr w:type="spellEnd"/>
            <w:r>
              <w:rPr>
                <w:rFonts w:ascii="Calibri" w:eastAsia="Times New Roman" w:hAnsi="Calibri" w:cs="Times New Roman"/>
                <w:b/>
                <w:lang w:eastAsia="it-IT"/>
              </w:rPr>
              <w:t>. N….del….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  <w:hideMark/>
          </w:tcPr>
          <w:p w:rsidR="000A5B19" w:rsidRPr="00F63402" w:rsidRDefault="000A5B19" w:rsidP="000A0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F63402">
              <w:rPr>
                <w:rFonts w:ascii="Calibri" w:eastAsia="Times New Roman" w:hAnsi="Calibri" w:cs="Times New Roman"/>
                <w:b/>
                <w:lang w:eastAsia="it-IT"/>
              </w:rPr>
              <w:t>SI</w:t>
            </w:r>
            <w:r w:rsidR="000A0A9A">
              <w:rPr>
                <w:rFonts w:ascii="Calibri" w:eastAsia="Times New Roman" w:hAnsi="Calibri" w:cs="Times New Roman"/>
                <w:b/>
                <w:lang w:eastAsia="it-IT"/>
              </w:rPr>
              <w:t xml:space="preserve"> - </w:t>
            </w:r>
            <w:r w:rsidRPr="00F63402">
              <w:rPr>
                <w:rFonts w:ascii="Calibri" w:eastAsia="Times New Roman" w:hAnsi="Calibri" w:cs="Times New Roman"/>
                <w:b/>
                <w:lang w:eastAsia="it-IT"/>
              </w:rPr>
              <w:t>NO</w:t>
            </w:r>
          </w:p>
        </w:tc>
        <w:tc>
          <w:tcPr>
            <w:tcW w:w="3206" w:type="dxa"/>
            <w:shd w:val="clear" w:color="auto" w:fill="FFFFFF" w:themeFill="background1"/>
            <w:noWrap/>
            <w:vAlign w:val="bottom"/>
            <w:hideMark/>
          </w:tcPr>
          <w:p w:rsidR="000A5B19" w:rsidRPr="00F63402" w:rsidRDefault="002D1A24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eastAsia="it-IT"/>
              </w:rPr>
              <w:t>Prot</w:t>
            </w:r>
            <w:proofErr w:type="spellEnd"/>
            <w:r>
              <w:rPr>
                <w:rFonts w:ascii="Calibri" w:eastAsia="Times New Roman" w:hAnsi="Calibri" w:cs="Times New Roman"/>
                <w:b/>
                <w:lang w:eastAsia="it-IT"/>
              </w:rPr>
              <w:t>. N….del….</w:t>
            </w:r>
          </w:p>
        </w:tc>
        <w:tc>
          <w:tcPr>
            <w:tcW w:w="1613" w:type="dxa"/>
            <w:shd w:val="clear" w:color="auto" w:fill="auto"/>
            <w:noWrap/>
            <w:vAlign w:val="bottom"/>
            <w:hideMark/>
          </w:tcPr>
          <w:p w:rsidR="000A5B19" w:rsidRPr="00F63402" w:rsidRDefault="000A0A9A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SI - </w:t>
            </w:r>
            <w:r w:rsidR="000A5B19" w:rsidRPr="00F63402">
              <w:rPr>
                <w:rFonts w:ascii="Calibri" w:eastAsia="Times New Roman" w:hAnsi="Calibri" w:cs="Times New Roman"/>
                <w:b/>
                <w:lang w:eastAsia="it-IT"/>
              </w:rPr>
              <w:t>NO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0A5B19" w:rsidRPr="00F63402" w:rsidRDefault="002D1A24" w:rsidP="009928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eastAsia="it-IT"/>
              </w:rPr>
              <w:t>Prot</w:t>
            </w:r>
            <w:proofErr w:type="spellEnd"/>
            <w:r>
              <w:rPr>
                <w:rFonts w:ascii="Calibri" w:eastAsia="Times New Roman" w:hAnsi="Calibri" w:cs="Times New Roman"/>
                <w:b/>
                <w:lang w:eastAsia="it-IT"/>
              </w:rPr>
              <w:t>. N….del….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A5B19" w:rsidRPr="00F63402" w:rsidRDefault="000A5B19" w:rsidP="000A0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SI</w:t>
            </w:r>
            <w:r w:rsidR="000A0A9A">
              <w:rPr>
                <w:rFonts w:ascii="Calibri" w:eastAsia="Times New Roman" w:hAnsi="Calibri" w:cs="Times New Roman"/>
                <w:b/>
                <w:lang w:eastAsia="it-IT"/>
              </w:rPr>
              <w:t xml:space="preserve"> - </w:t>
            </w: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NO   </w:t>
            </w:r>
          </w:p>
        </w:tc>
        <w:tc>
          <w:tcPr>
            <w:tcW w:w="1738" w:type="dxa"/>
            <w:shd w:val="clear" w:color="auto" w:fill="auto"/>
            <w:vAlign w:val="bottom"/>
          </w:tcPr>
          <w:p w:rsidR="000A5B19" w:rsidRPr="00F63402" w:rsidRDefault="002D1A24" w:rsidP="000A5B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lang w:eastAsia="it-IT"/>
              </w:rPr>
              <w:t>Prot</w:t>
            </w:r>
            <w:proofErr w:type="spellEnd"/>
            <w:r>
              <w:rPr>
                <w:rFonts w:ascii="Calibri" w:eastAsia="Times New Roman" w:hAnsi="Calibri" w:cs="Times New Roman"/>
                <w:b/>
                <w:lang w:eastAsia="it-IT"/>
              </w:rPr>
              <w:t>. N….del….</w:t>
            </w:r>
          </w:p>
        </w:tc>
      </w:tr>
      <w:tr w:rsidR="00C17FE3" w:rsidRPr="00C17FE3" w:rsidTr="000A0A9A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053" w:type="dxa"/>
            <w:shd w:val="clear" w:color="auto" w:fill="auto"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418" w:type="dxa"/>
            <w:shd w:val="clear" w:color="auto" w:fill="FFFFFF" w:themeFill="background1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3206" w:type="dxa"/>
            <w:shd w:val="clear" w:color="auto" w:fill="FFFFFF" w:themeFill="background1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613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3155" w:type="dxa"/>
            <w:gridSpan w:val="2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0A5B19" w:rsidRDefault="000A5B19" w:rsidP="00A33DE2">
      <w:pPr>
        <w:spacing w:after="0" w:line="240" w:lineRule="auto"/>
        <w:rPr>
          <w:b/>
          <w:sz w:val="20"/>
          <w:szCs w:val="20"/>
        </w:rPr>
      </w:pPr>
    </w:p>
    <w:p w:rsidR="000A5B19" w:rsidRDefault="000A5B19" w:rsidP="000A5B19">
      <w:pPr>
        <w:spacing w:after="0" w:line="240" w:lineRule="auto"/>
        <w:rPr>
          <w:b/>
          <w:sz w:val="20"/>
          <w:szCs w:val="20"/>
        </w:rPr>
      </w:pPr>
      <w:r w:rsidRPr="00A33DE2">
        <w:rPr>
          <w:b/>
          <w:sz w:val="20"/>
          <w:szCs w:val="20"/>
        </w:rPr>
        <w:t>Sezione 2</w:t>
      </w:r>
    </w:p>
    <w:tbl>
      <w:tblPr>
        <w:tblW w:w="1489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1632"/>
        <w:gridCol w:w="3965"/>
        <w:gridCol w:w="2410"/>
        <w:gridCol w:w="2551"/>
        <w:gridCol w:w="2977"/>
      </w:tblGrid>
      <w:tr w:rsidR="002D1A24" w:rsidRPr="00C17FE3" w:rsidTr="004400E2">
        <w:trPr>
          <w:trHeight w:val="304"/>
        </w:trPr>
        <w:tc>
          <w:tcPr>
            <w:tcW w:w="14899" w:type="dxa"/>
            <w:gridSpan w:val="6"/>
            <w:shd w:val="clear" w:color="auto" w:fill="auto"/>
            <w:noWrap/>
            <w:vAlign w:val="bottom"/>
            <w:hideMark/>
          </w:tcPr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 xml:space="preserve">C.P.I.A. </w:t>
            </w: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PATTI FORMATIVI INDIVIDUALI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 xml:space="preserve"> (LETT. B)</w:t>
            </w:r>
          </w:p>
        </w:tc>
      </w:tr>
      <w:tr w:rsidR="002D1A24" w:rsidRPr="00C17FE3" w:rsidTr="004400E2">
        <w:trPr>
          <w:trHeight w:val="304"/>
        </w:trPr>
        <w:tc>
          <w:tcPr>
            <w:tcW w:w="2996" w:type="dxa"/>
            <w:gridSpan w:val="2"/>
            <w:shd w:val="clear" w:color="auto" w:fill="auto"/>
            <w:noWrap/>
            <w:vAlign w:val="bottom"/>
            <w:hideMark/>
          </w:tcPr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CPIA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(sede centrale)</w:t>
            </w:r>
          </w:p>
        </w:tc>
        <w:tc>
          <w:tcPr>
            <w:tcW w:w="6375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AMMINISTRATIVA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DIDATTICA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PATTI FORMATIVI INDIVIDUALI</w:t>
            </w:r>
          </w:p>
        </w:tc>
      </w:tr>
      <w:tr w:rsidR="002D1A24" w:rsidRPr="00C17FE3" w:rsidTr="004400E2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 xml:space="preserve">Cod. </w:t>
            </w:r>
            <w:proofErr w:type="spellStart"/>
            <w:r w:rsidRPr="00C17FE3">
              <w:rPr>
                <w:rFonts w:ascii="Calibri" w:eastAsia="Times New Roman" w:hAnsi="Calibri" w:cs="Times New Roman"/>
                <w:lang w:eastAsia="it-IT"/>
              </w:rPr>
              <w:t>Mecc</w:t>
            </w:r>
            <w:proofErr w:type="spellEnd"/>
            <w:r w:rsidRPr="00C17FE3">
              <w:rPr>
                <w:rFonts w:ascii="Calibri" w:eastAsia="Times New Roman" w:hAnsi="Calibri" w:cs="Times New Roman"/>
                <w:lang w:eastAsia="it-IT"/>
              </w:rPr>
              <w:t>.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>denominazione</w:t>
            </w:r>
          </w:p>
        </w:tc>
        <w:tc>
          <w:tcPr>
            <w:tcW w:w="3965" w:type="dxa"/>
            <w:shd w:val="clear" w:color="auto" w:fill="FFFFFF" w:themeFill="background1"/>
            <w:noWrap/>
            <w:vAlign w:val="bottom"/>
            <w:hideMark/>
          </w:tcPr>
          <w:p w:rsidR="002D1A24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PFI 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Percorsi di alfabetizzazione e apprendimento della lingua italiana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2D1A24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PFI 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Percorsi di primo livello 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D1A24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PFI 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Percorsi di secondo livello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2D1A24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Totale</w:t>
            </w:r>
          </w:p>
          <w:p w:rsidR="002D1A24" w:rsidRPr="00C17FE3" w:rsidRDefault="002D1A24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</w:tbl>
    <w:p w:rsidR="002D1A24" w:rsidRDefault="002D1A24" w:rsidP="000A5B19">
      <w:pPr>
        <w:spacing w:after="0" w:line="240" w:lineRule="auto"/>
        <w:rPr>
          <w:b/>
          <w:sz w:val="20"/>
          <w:szCs w:val="20"/>
        </w:rPr>
      </w:pPr>
    </w:p>
    <w:p w:rsidR="002D1A24" w:rsidRDefault="002D1A24" w:rsidP="002D1A24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Sezione 3</w:t>
      </w:r>
    </w:p>
    <w:tbl>
      <w:tblPr>
        <w:tblW w:w="1493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1632"/>
        <w:gridCol w:w="2761"/>
        <w:gridCol w:w="1204"/>
        <w:gridCol w:w="1080"/>
        <w:gridCol w:w="1330"/>
        <w:gridCol w:w="862"/>
        <w:gridCol w:w="1689"/>
        <w:gridCol w:w="654"/>
        <w:gridCol w:w="2323"/>
        <w:gridCol w:w="37"/>
      </w:tblGrid>
      <w:tr w:rsidR="000A5B19" w:rsidRPr="00C17FE3" w:rsidTr="00791E79">
        <w:trPr>
          <w:trHeight w:val="304"/>
        </w:trPr>
        <w:tc>
          <w:tcPr>
            <w:tcW w:w="14936" w:type="dxa"/>
            <w:gridSpan w:val="11"/>
            <w:shd w:val="clear" w:color="auto" w:fill="auto"/>
            <w:noWrap/>
            <w:vAlign w:val="bottom"/>
            <w:hideMark/>
          </w:tcPr>
          <w:p w:rsidR="000A5B19" w:rsidRPr="00C17FE3" w:rsidRDefault="000A5B19" w:rsidP="002D1A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 xml:space="preserve">C.P.I.A. </w:t>
            </w: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PUNTI DI EROGAZIONE</w:t>
            </w:r>
            <w:r w:rsidR="002D1A24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A5B19" w:rsidRPr="00C17FE3" w:rsidTr="00791E79">
        <w:trPr>
          <w:trHeight w:val="304"/>
        </w:trPr>
        <w:tc>
          <w:tcPr>
            <w:tcW w:w="2996" w:type="dxa"/>
            <w:gridSpan w:val="2"/>
            <w:shd w:val="clear" w:color="auto" w:fill="auto"/>
            <w:noWrap/>
            <w:vAlign w:val="bottom"/>
            <w:hideMark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CPIA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(sede centrale)</w:t>
            </w:r>
          </w:p>
        </w:tc>
        <w:tc>
          <w:tcPr>
            <w:tcW w:w="5045" w:type="dxa"/>
            <w:gridSpan w:val="3"/>
            <w:shd w:val="clear" w:color="auto" w:fill="FFFFFF" w:themeFill="background1"/>
            <w:noWrap/>
            <w:vAlign w:val="bottom"/>
            <w:hideMark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AMMINISTRATIVA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4535" w:type="dxa"/>
            <w:gridSpan w:val="4"/>
            <w:shd w:val="clear" w:color="auto" w:fill="auto"/>
            <w:noWrap/>
            <w:vAlign w:val="bottom"/>
            <w:hideMark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DIDATTICA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360" w:type="dxa"/>
            <w:gridSpan w:val="2"/>
            <w:shd w:val="clear" w:color="auto" w:fill="auto"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PUNTI DI EROGAZIONE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0A5B19" w:rsidRPr="00C17FE3" w:rsidTr="00791E79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 xml:space="preserve">Cod. </w:t>
            </w:r>
            <w:proofErr w:type="spellStart"/>
            <w:r w:rsidRPr="00C17FE3">
              <w:rPr>
                <w:rFonts w:ascii="Calibri" w:eastAsia="Times New Roman" w:hAnsi="Calibri" w:cs="Times New Roman"/>
                <w:lang w:eastAsia="it-IT"/>
              </w:rPr>
              <w:t>Mecc</w:t>
            </w:r>
            <w:proofErr w:type="spellEnd"/>
            <w:r w:rsidRPr="00C17FE3">
              <w:rPr>
                <w:rFonts w:ascii="Calibri" w:eastAsia="Times New Roman" w:hAnsi="Calibri" w:cs="Times New Roman"/>
                <w:lang w:eastAsia="it-IT"/>
              </w:rPr>
              <w:t>.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>denominazione</w:t>
            </w:r>
          </w:p>
        </w:tc>
        <w:tc>
          <w:tcPr>
            <w:tcW w:w="2761" w:type="dxa"/>
            <w:shd w:val="clear" w:color="auto" w:fill="FFFFFF" w:themeFill="background1"/>
            <w:noWrap/>
            <w:vAlign w:val="bottom"/>
            <w:hideMark/>
          </w:tcPr>
          <w:p w:rsidR="000A5B19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Punti di erogazione I </w:t>
            </w:r>
            <w:proofErr w:type="spellStart"/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Liv</w:t>
            </w:r>
            <w:proofErr w:type="spellEnd"/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.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associate)</w:t>
            </w:r>
          </w:p>
        </w:tc>
        <w:tc>
          <w:tcPr>
            <w:tcW w:w="2284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0A5B19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scuole carcerarie I L.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associate)</w:t>
            </w:r>
          </w:p>
        </w:tc>
        <w:tc>
          <w:tcPr>
            <w:tcW w:w="2192" w:type="dxa"/>
            <w:gridSpan w:val="2"/>
            <w:shd w:val="clear" w:color="auto" w:fill="auto"/>
            <w:noWrap/>
            <w:vAlign w:val="bottom"/>
            <w:hideMark/>
          </w:tcPr>
          <w:p w:rsidR="000A5B19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IISS percorsi di II L.</w:t>
            </w: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 xml:space="preserve"> (Sedi operative)</w:t>
            </w:r>
          </w:p>
        </w:tc>
        <w:tc>
          <w:tcPr>
            <w:tcW w:w="2343" w:type="dxa"/>
            <w:gridSpan w:val="2"/>
            <w:shd w:val="clear" w:color="auto" w:fill="auto"/>
            <w:vAlign w:val="bottom"/>
          </w:tcPr>
          <w:p w:rsidR="000A5B19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scuole carcerarie II L.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operative)</w:t>
            </w: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Totale</w:t>
            </w:r>
          </w:p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0A5B19" w:rsidRPr="00C17FE3" w:rsidTr="00791E79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632" w:type="dxa"/>
            <w:shd w:val="clear" w:color="auto" w:fill="auto"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761" w:type="dxa"/>
            <w:shd w:val="clear" w:color="auto" w:fill="FFFFFF" w:themeFill="background1"/>
            <w:noWrap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284" w:type="dxa"/>
            <w:gridSpan w:val="2"/>
            <w:shd w:val="clear" w:color="auto" w:fill="FFFFFF" w:themeFill="background1"/>
            <w:noWrap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192" w:type="dxa"/>
            <w:gridSpan w:val="2"/>
            <w:shd w:val="clear" w:color="auto" w:fill="auto"/>
            <w:noWrap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343" w:type="dxa"/>
            <w:gridSpan w:val="2"/>
            <w:shd w:val="clear" w:color="auto" w:fill="auto"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</w:tcPr>
          <w:p w:rsidR="000A5B19" w:rsidRPr="00C17FE3" w:rsidRDefault="000A5B19" w:rsidP="00440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  <w:tr w:rsidR="00C17FE3" w:rsidRPr="00C17FE3" w:rsidTr="00791E79">
        <w:trPr>
          <w:gridAfter w:val="1"/>
          <w:wAfter w:w="37" w:type="dxa"/>
          <w:trHeight w:val="304"/>
        </w:trPr>
        <w:tc>
          <w:tcPr>
            <w:tcW w:w="1364" w:type="dxa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632" w:type="dxa"/>
            <w:shd w:val="clear" w:color="auto" w:fill="auto"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3965" w:type="dxa"/>
            <w:gridSpan w:val="2"/>
            <w:shd w:val="clear" w:color="auto" w:fill="FFFFFF" w:themeFill="background1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551" w:type="dxa"/>
            <w:gridSpan w:val="2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C17FE3" w:rsidRDefault="00C17FE3" w:rsidP="00C17FE3">
      <w:pPr>
        <w:pStyle w:val="Paragrafoelenco"/>
        <w:ind w:left="11340" w:firstLine="696"/>
        <w:jc w:val="center"/>
      </w:pPr>
      <w:r>
        <w:t>Firma</w:t>
      </w:r>
    </w:p>
    <w:p w:rsidR="003218BB" w:rsidRDefault="003218BB" w:rsidP="003218BB">
      <w:pPr>
        <w:pStyle w:val="Paragrafoelenco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C17FE3">
        <w:t xml:space="preserve">Il Dirigente scolastico </w:t>
      </w:r>
    </w:p>
    <w:sectPr w:rsidR="003218BB" w:rsidSect="003218BB">
      <w:pgSz w:w="16838" w:h="11906" w:orient="landscape"/>
      <w:pgMar w:top="426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2AF"/>
    <w:multiLevelType w:val="hybridMultilevel"/>
    <w:tmpl w:val="96862266"/>
    <w:lvl w:ilvl="0" w:tplc="CF08255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134CE"/>
    <w:multiLevelType w:val="hybridMultilevel"/>
    <w:tmpl w:val="01B01832"/>
    <w:lvl w:ilvl="0" w:tplc="10FCEA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6774E"/>
    <w:multiLevelType w:val="hybridMultilevel"/>
    <w:tmpl w:val="5A0E58B2"/>
    <w:lvl w:ilvl="0" w:tplc="10FCEA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5F5624"/>
    <w:multiLevelType w:val="hybridMultilevel"/>
    <w:tmpl w:val="2A1CDD8C"/>
    <w:lvl w:ilvl="0" w:tplc="6D804F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DC"/>
    <w:rsid w:val="00086D91"/>
    <w:rsid w:val="000A0A9A"/>
    <w:rsid w:val="000A5B19"/>
    <w:rsid w:val="000B19D9"/>
    <w:rsid w:val="000E6C07"/>
    <w:rsid w:val="001E7847"/>
    <w:rsid w:val="00240AD4"/>
    <w:rsid w:val="00253EEF"/>
    <w:rsid w:val="002C0660"/>
    <w:rsid w:val="002D1A24"/>
    <w:rsid w:val="003218BB"/>
    <w:rsid w:val="00380E76"/>
    <w:rsid w:val="003B00BD"/>
    <w:rsid w:val="003E583B"/>
    <w:rsid w:val="003E65C6"/>
    <w:rsid w:val="004420D4"/>
    <w:rsid w:val="00462440"/>
    <w:rsid w:val="004D4042"/>
    <w:rsid w:val="00594E83"/>
    <w:rsid w:val="005B5D0A"/>
    <w:rsid w:val="005C5EB6"/>
    <w:rsid w:val="00656B3F"/>
    <w:rsid w:val="006D29C3"/>
    <w:rsid w:val="007630CC"/>
    <w:rsid w:val="00791E79"/>
    <w:rsid w:val="007F1C73"/>
    <w:rsid w:val="008970DC"/>
    <w:rsid w:val="00A165F1"/>
    <w:rsid w:val="00A33DE2"/>
    <w:rsid w:val="00B34638"/>
    <w:rsid w:val="00B357B4"/>
    <w:rsid w:val="00C17FE3"/>
    <w:rsid w:val="00C670EF"/>
    <w:rsid w:val="00CC4CE9"/>
    <w:rsid w:val="00D331CD"/>
    <w:rsid w:val="00E0152E"/>
    <w:rsid w:val="00E1030B"/>
    <w:rsid w:val="00E24541"/>
    <w:rsid w:val="00E35FA6"/>
    <w:rsid w:val="00EC74C3"/>
    <w:rsid w:val="00F35480"/>
    <w:rsid w:val="00F54071"/>
    <w:rsid w:val="00F63402"/>
    <w:rsid w:val="00FC7687"/>
    <w:rsid w:val="00F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70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E8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218B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218BB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70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E8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218B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218BB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7</cp:revision>
  <cp:lastPrinted>2017-02-28T14:39:00Z</cp:lastPrinted>
  <dcterms:created xsi:type="dcterms:W3CDTF">2017-02-28T14:20:00Z</dcterms:created>
  <dcterms:modified xsi:type="dcterms:W3CDTF">2017-02-28T14:57:00Z</dcterms:modified>
</cp:coreProperties>
</file>